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28"/>
        <w:gridCol w:w="2462"/>
        <w:gridCol w:w="5090"/>
      </w:tblGrid>
      <w:tr w:rsidR="00AE1A5F" w:rsidRPr="00093F65" w14:paraId="6488EECB" w14:textId="77777777" w:rsidTr="00F236AB"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22F31" w14:textId="2DA3BB6A" w:rsidR="00AE1A5F" w:rsidRDefault="006733DE" w:rsidP="00AE1A5F">
            <w:pPr>
              <w:rPr>
                <w:rFonts w:ascii="Arial" w:hAnsi="Arial" w:cs="Arial"/>
                <w:b/>
                <w:sz w:val="40"/>
                <w:szCs w:val="44"/>
              </w:rPr>
            </w:pPr>
            <w:r>
              <w:rPr>
                <w:rFonts w:ascii="Arial" w:hAnsi="Arial" w:cs="Arial"/>
                <w:b/>
                <w:sz w:val="40"/>
                <w:szCs w:val="44"/>
              </w:rPr>
              <w:t>Kurz</w:t>
            </w:r>
            <w:r w:rsidR="00AE1A5F" w:rsidRPr="00AE1A5F">
              <w:rPr>
                <w:rFonts w:ascii="Arial" w:hAnsi="Arial" w:cs="Arial"/>
                <w:b/>
                <w:sz w:val="40"/>
                <w:szCs w:val="44"/>
              </w:rPr>
              <w:t>protokoll</w:t>
            </w:r>
          </w:p>
          <w:p w14:paraId="6CB7DC3D" w14:textId="38602631" w:rsidR="00AE1A5F" w:rsidRDefault="00AE1A5F" w:rsidP="00AE1A5F">
            <w:pPr>
              <w:rPr>
                <w:rFonts w:ascii="Arial" w:hAnsi="Arial" w:cs="Arial"/>
                <w:sz w:val="22"/>
              </w:rPr>
            </w:pPr>
            <w:r w:rsidRPr="00AE1A5F">
              <w:rPr>
                <w:noProof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</w:rPr>
              <w:drawing>
                <wp:anchor distT="0" distB="0" distL="114300" distR="114300" simplePos="0" relativeHeight="251658240" behindDoc="0" locked="0" layoutInCell="1" allowOverlap="1" wp14:anchorId="22500F38" wp14:editId="74F4D704">
                  <wp:simplePos x="1009650" y="244792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52170" cy="762000"/>
                  <wp:effectExtent l="0" t="0" r="508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7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5B8D" w:rsidRPr="00093F65" w14:paraId="598F8739" w14:textId="77777777" w:rsidTr="0005748B">
        <w:trPr>
          <w:trHeight w:val="227"/>
        </w:trPr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A470C" w14:textId="1FA92E41" w:rsidR="00195B8D" w:rsidRPr="00FC233F" w:rsidRDefault="00195B8D" w:rsidP="00170782">
            <w:pPr>
              <w:rPr>
                <w:rFonts w:ascii="Arial" w:hAnsi="Arial" w:cs="Arial"/>
                <w:b/>
                <w:sz w:val="20"/>
              </w:rPr>
            </w:pPr>
            <w:r w:rsidRPr="00FC233F">
              <w:rPr>
                <w:rFonts w:ascii="Arial" w:hAnsi="Arial" w:cs="Arial"/>
                <w:b/>
                <w:sz w:val="20"/>
              </w:rPr>
              <w:t>Datum: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449C9" w14:textId="18BC5C5C" w:rsidR="00195B8D" w:rsidRPr="00093F65" w:rsidRDefault="00195B8D" w:rsidP="00170782">
            <w:pPr>
              <w:rPr>
                <w:rFonts w:ascii="Arial" w:hAnsi="Arial" w:cs="Arial"/>
                <w:sz w:val="22"/>
              </w:rPr>
            </w:pPr>
          </w:p>
        </w:tc>
      </w:tr>
      <w:tr w:rsidR="00195B8D" w:rsidRPr="00093F65" w14:paraId="58E5BA64" w14:textId="77777777" w:rsidTr="0005748B">
        <w:trPr>
          <w:trHeight w:val="227"/>
        </w:trPr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3826D" w14:textId="77777777" w:rsidR="00195B8D" w:rsidRPr="00FC233F" w:rsidRDefault="00195B8D" w:rsidP="00170782">
            <w:pPr>
              <w:rPr>
                <w:rFonts w:ascii="Arial" w:hAnsi="Arial" w:cs="Arial"/>
                <w:b/>
                <w:sz w:val="20"/>
              </w:rPr>
            </w:pPr>
            <w:r w:rsidRPr="00FC233F">
              <w:rPr>
                <w:rFonts w:ascii="Arial" w:hAnsi="Arial" w:cs="Arial"/>
                <w:b/>
                <w:sz w:val="20"/>
              </w:rPr>
              <w:t>Uhrzeit: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F7EF1" w14:textId="0D2FE382" w:rsidR="00195B8D" w:rsidRPr="00093F65" w:rsidRDefault="00195B8D" w:rsidP="00170782">
            <w:pPr>
              <w:rPr>
                <w:rFonts w:ascii="Arial" w:hAnsi="Arial" w:cs="Arial"/>
                <w:sz w:val="22"/>
              </w:rPr>
            </w:pPr>
          </w:p>
        </w:tc>
      </w:tr>
      <w:tr w:rsidR="00195B8D" w:rsidRPr="00093F65" w14:paraId="541F8671" w14:textId="77777777" w:rsidTr="0005748B">
        <w:trPr>
          <w:trHeight w:val="227"/>
        </w:trPr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2C7C2D" w14:textId="77777777" w:rsidR="00195B8D" w:rsidRPr="00FC233F" w:rsidRDefault="00195B8D" w:rsidP="00170782">
            <w:pPr>
              <w:rPr>
                <w:rFonts w:ascii="Arial" w:hAnsi="Arial" w:cs="Arial"/>
                <w:b/>
                <w:sz w:val="20"/>
              </w:rPr>
            </w:pPr>
            <w:r w:rsidRPr="00FC233F">
              <w:rPr>
                <w:rFonts w:ascii="Arial" w:hAnsi="Arial" w:cs="Arial"/>
                <w:b/>
                <w:sz w:val="20"/>
              </w:rPr>
              <w:t>Ort: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488C3" w14:textId="01379A8B" w:rsidR="00195B8D" w:rsidRPr="00093F65" w:rsidRDefault="00195B8D" w:rsidP="00170782">
            <w:pPr>
              <w:rPr>
                <w:rFonts w:ascii="Arial" w:hAnsi="Arial" w:cs="Arial"/>
                <w:sz w:val="22"/>
              </w:rPr>
            </w:pPr>
          </w:p>
        </w:tc>
      </w:tr>
      <w:tr w:rsidR="00195B8D" w:rsidRPr="00093F65" w14:paraId="12A92BD8" w14:textId="77777777" w:rsidTr="0005748B">
        <w:trPr>
          <w:trHeight w:val="227"/>
        </w:trPr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590F7" w14:textId="2C34DFED" w:rsidR="006733DE" w:rsidRPr="00FC233F" w:rsidRDefault="006733DE" w:rsidP="006733DE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Teilnehmende:</w:t>
            </w:r>
            <w:bookmarkStart w:id="0" w:name="_GoBack"/>
            <w:bookmarkEnd w:id="0"/>
          </w:p>
        </w:tc>
        <w:tc>
          <w:tcPr>
            <w:tcW w:w="75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72D7F" w14:textId="4D306F55" w:rsidR="00FF1FDE" w:rsidRPr="00093F65" w:rsidRDefault="00FF1FDE" w:rsidP="00170782">
            <w:pPr>
              <w:rPr>
                <w:rFonts w:ascii="Arial" w:hAnsi="Arial" w:cs="Arial"/>
                <w:sz w:val="22"/>
              </w:rPr>
            </w:pPr>
          </w:p>
        </w:tc>
      </w:tr>
      <w:tr w:rsidR="00195B8D" w:rsidRPr="00093F65" w14:paraId="2365699A" w14:textId="77777777" w:rsidTr="0005748B">
        <w:trPr>
          <w:trHeight w:val="227"/>
        </w:trPr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3B49D" w14:textId="77777777" w:rsidR="00195B8D" w:rsidRPr="00FC233F" w:rsidRDefault="00FC233F" w:rsidP="00170782">
            <w:pPr>
              <w:rPr>
                <w:rFonts w:ascii="Arial" w:hAnsi="Arial" w:cs="Arial"/>
                <w:b/>
                <w:sz w:val="20"/>
              </w:rPr>
            </w:pPr>
            <w:r w:rsidRPr="00FC233F">
              <w:rPr>
                <w:rFonts w:ascii="Arial" w:hAnsi="Arial" w:cs="Arial"/>
                <w:b/>
                <w:sz w:val="20"/>
              </w:rPr>
              <w:t>Thema</w:t>
            </w:r>
            <w:r w:rsidR="00195B8D" w:rsidRPr="00FC233F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75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4DF40" w14:textId="562BE97E" w:rsidR="00195B8D" w:rsidRPr="00093F65" w:rsidRDefault="00195B8D" w:rsidP="00093F65">
            <w:pPr>
              <w:rPr>
                <w:rFonts w:ascii="Arial" w:hAnsi="Arial" w:cs="Arial"/>
                <w:sz w:val="22"/>
              </w:rPr>
            </w:pPr>
          </w:p>
        </w:tc>
      </w:tr>
      <w:tr w:rsidR="00195B8D" w:rsidRPr="00093F65" w14:paraId="48D8C53D" w14:textId="77777777" w:rsidTr="0005748B">
        <w:trPr>
          <w:trHeight w:val="816"/>
        </w:trPr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E00E1" w14:textId="77777777" w:rsidR="001256E8" w:rsidRDefault="001256E8" w:rsidP="0098158A">
            <w:pPr>
              <w:rPr>
                <w:rFonts w:ascii="Arial" w:hAnsi="Arial" w:cs="Arial"/>
                <w:sz w:val="22"/>
              </w:rPr>
            </w:pPr>
          </w:p>
          <w:p w14:paraId="5C6CC63F" w14:textId="77777777" w:rsidR="0005748B" w:rsidRDefault="0005748B" w:rsidP="0098158A">
            <w:pPr>
              <w:rPr>
                <w:rFonts w:ascii="Arial" w:hAnsi="Arial" w:cs="Arial"/>
                <w:sz w:val="22"/>
              </w:rPr>
            </w:pPr>
          </w:p>
          <w:p w14:paraId="5ADBA8DA" w14:textId="77777777" w:rsidR="0005748B" w:rsidRDefault="0005748B" w:rsidP="0098158A">
            <w:pPr>
              <w:rPr>
                <w:rFonts w:ascii="Arial" w:hAnsi="Arial" w:cs="Arial"/>
                <w:sz w:val="22"/>
              </w:rPr>
            </w:pPr>
          </w:p>
          <w:p w14:paraId="0490FA23" w14:textId="53FE38F3" w:rsidR="0005748B" w:rsidRPr="0098158A" w:rsidRDefault="0005748B" w:rsidP="0098158A">
            <w:pPr>
              <w:rPr>
                <w:rFonts w:ascii="Arial" w:hAnsi="Arial" w:cs="Arial"/>
                <w:sz w:val="22"/>
              </w:rPr>
            </w:pPr>
          </w:p>
        </w:tc>
      </w:tr>
      <w:tr w:rsidR="002F5216" w:rsidRPr="00093F65" w14:paraId="771FED11" w14:textId="77777777" w:rsidTr="00F236AB">
        <w:trPr>
          <w:trHeight w:val="961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39BAA" w14:textId="77777777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  <w:r w:rsidRPr="0098158A">
              <w:rPr>
                <w:rFonts w:ascii="Arial" w:hAnsi="Arial" w:cs="Arial"/>
                <w:sz w:val="22"/>
                <w:szCs w:val="22"/>
              </w:rPr>
              <w:t>Ort, Datum:</w:t>
            </w:r>
          </w:p>
          <w:p w14:paraId="6E478ED0" w14:textId="77777777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EBB65" w14:textId="6A9B5278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7F904" w14:textId="3DCF5979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  <w:r w:rsidRPr="0098158A">
              <w:rPr>
                <w:rFonts w:ascii="Arial" w:hAnsi="Arial" w:cs="Arial"/>
                <w:sz w:val="22"/>
                <w:szCs w:val="22"/>
              </w:rPr>
              <w:t>Unterschrift</w:t>
            </w:r>
            <w:r w:rsidR="000574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8B" w:rsidRPr="0098158A">
              <w:rPr>
                <w:rFonts w:ascii="Arial" w:hAnsi="Arial" w:cs="Arial"/>
                <w:sz w:val="22"/>
                <w:szCs w:val="22"/>
              </w:rPr>
              <w:t>Protokollführer/-in</w:t>
            </w:r>
            <w:r w:rsidRPr="0098158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E08FACD" w14:textId="74BAF199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D37551" w14:textId="77777777" w:rsidR="0098158A" w:rsidRPr="0098158A" w:rsidRDefault="0098158A" w:rsidP="002F52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46BF26" w14:textId="674DB7AC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5216" w:rsidRPr="00093F65" w14:paraId="494D2103" w14:textId="77777777" w:rsidTr="00F236AB">
        <w:trPr>
          <w:trHeight w:val="932"/>
        </w:trPr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A455" w14:textId="77777777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  <w:r w:rsidRPr="0098158A">
              <w:rPr>
                <w:rFonts w:ascii="Arial" w:hAnsi="Arial" w:cs="Arial"/>
                <w:sz w:val="22"/>
                <w:szCs w:val="22"/>
              </w:rPr>
              <w:t>Gelesen und anerkannt</w:t>
            </w:r>
          </w:p>
          <w:p w14:paraId="453BE2ED" w14:textId="77777777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  <w:r w:rsidRPr="0098158A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D7A7C" w14:textId="5F85659B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  <w:r w:rsidRPr="0098158A">
              <w:rPr>
                <w:rFonts w:ascii="Arial" w:hAnsi="Arial" w:cs="Arial"/>
                <w:sz w:val="22"/>
                <w:szCs w:val="22"/>
              </w:rPr>
              <w:t>Unterschrift</w:t>
            </w:r>
            <w:r w:rsidR="000574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8B" w:rsidRPr="0098158A">
              <w:rPr>
                <w:rFonts w:ascii="Arial" w:hAnsi="Arial" w:cs="Arial"/>
                <w:sz w:val="22"/>
                <w:szCs w:val="22"/>
              </w:rPr>
              <w:t>Geschäftsführer</w:t>
            </w:r>
            <w:r w:rsidRPr="0098158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D0BF76" w14:textId="77777777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4DF898" w14:textId="45486C48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61642F" w14:textId="7D7D1463" w:rsidR="002F5216" w:rsidRPr="0098158A" w:rsidRDefault="002F5216" w:rsidP="002F52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89475F" w14:textId="63B7AEDE" w:rsidR="00F236AB" w:rsidRPr="00F236AB" w:rsidRDefault="00F236AB" w:rsidP="00F236AB">
      <w:pPr>
        <w:rPr>
          <w:rFonts w:ascii="Arial" w:hAnsi="Arial" w:cs="Arial"/>
          <w:i/>
          <w:iCs/>
          <w:sz w:val="22"/>
          <w:szCs w:val="72"/>
        </w:rPr>
      </w:pPr>
    </w:p>
    <w:sectPr w:rsidR="00F236AB" w:rsidRPr="00F236AB" w:rsidSect="00FC233F">
      <w:pgSz w:w="11906" w:h="16838"/>
      <w:pgMar w:top="56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25554"/>
    <w:multiLevelType w:val="hybridMultilevel"/>
    <w:tmpl w:val="A24E2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5398B"/>
    <w:multiLevelType w:val="hybridMultilevel"/>
    <w:tmpl w:val="B4D0476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3F"/>
    <w:rsid w:val="0005748B"/>
    <w:rsid w:val="00093F65"/>
    <w:rsid w:val="000D458D"/>
    <w:rsid w:val="001256E8"/>
    <w:rsid w:val="00195B8D"/>
    <w:rsid w:val="0027390B"/>
    <w:rsid w:val="002F5216"/>
    <w:rsid w:val="00363DE0"/>
    <w:rsid w:val="003A42CF"/>
    <w:rsid w:val="003E7F1D"/>
    <w:rsid w:val="00470D95"/>
    <w:rsid w:val="004F671C"/>
    <w:rsid w:val="00504A99"/>
    <w:rsid w:val="00510B39"/>
    <w:rsid w:val="006733DE"/>
    <w:rsid w:val="00691758"/>
    <w:rsid w:val="006C072B"/>
    <w:rsid w:val="006D6AC5"/>
    <w:rsid w:val="0078210E"/>
    <w:rsid w:val="00782CC0"/>
    <w:rsid w:val="00797CC4"/>
    <w:rsid w:val="00875567"/>
    <w:rsid w:val="0098158A"/>
    <w:rsid w:val="00AE1A5F"/>
    <w:rsid w:val="00AE55CE"/>
    <w:rsid w:val="00B06DDE"/>
    <w:rsid w:val="00CE4044"/>
    <w:rsid w:val="00F236AB"/>
    <w:rsid w:val="00FC233F"/>
    <w:rsid w:val="00F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1E7B"/>
  <w15:docId w15:val="{5ABB8CA6-9CE6-4388-9E15-54C0F7C4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95B8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8D"/>
    <w:rPr>
      <w:rFonts w:ascii="Tahoma" w:eastAsia="MS Mincho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C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is\Desktop\Pr&#252;fungsaufgabe_BM\Dateien%20f&#252;r%20Pr&#252;flinge\Protokollrahmen_B&#252;roPlu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3182479E83C04BA79AE24B7891F10C" ma:contentTypeVersion="2" ma:contentTypeDescription="Ein neues Dokument erstellen." ma:contentTypeScope="" ma:versionID="2441dcffdfc6a105943f3526f4835ed1">
  <xsd:schema xmlns:xsd="http://www.w3.org/2001/XMLSchema" xmlns:xs="http://www.w3.org/2001/XMLSchema" xmlns:p="http://schemas.microsoft.com/office/2006/metadata/properties" xmlns:ns2="c30bac4f-41b4-4acb-95cc-730acce47009" targetNamespace="http://schemas.microsoft.com/office/2006/metadata/properties" ma:root="true" ma:fieldsID="ea77414a3cd744a613478106ab43d712" ns2:_="">
    <xsd:import namespace="c30bac4f-41b4-4acb-95cc-730acce470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ac4f-41b4-4acb-95cc-730acce47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FF165-5443-4F47-9347-EEC7F3D59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0bac4f-41b4-4acb-95cc-730acce470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B1CD8E-29CF-4F53-9061-5C18D01FC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55AEE-637A-49CB-A54D-6FC2773DC1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30bac4f-41b4-4acb-95cc-730acce4700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Protokollrahmen_BüroPlus.dotx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Kreisz</dc:creator>
  <cp:lastModifiedBy>Vujacic, Ursula (IBBW Stuttgart)</cp:lastModifiedBy>
  <cp:revision>2</cp:revision>
  <dcterms:created xsi:type="dcterms:W3CDTF">2022-07-20T06:17:00Z</dcterms:created>
  <dcterms:modified xsi:type="dcterms:W3CDTF">2022-07-20T06:17:00Z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0x0101005D3182479E83C04BA79AE24B7891F10C</vt:lpwstr>
  </property>
</Properties>
</file>